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179"/>
        <w:tblW w:w="102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16"/>
        <w:gridCol w:w="4497"/>
      </w:tblGrid>
      <w:tr w:rsidR="00ED1524">
        <w:trPr>
          <w:trHeight w:val="2649"/>
        </w:trPr>
        <w:tc>
          <w:tcPr>
            <w:tcW w:w="10213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ED1524" w:rsidRDefault="00ED1524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40"/>
                <w:szCs w:val="40"/>
              </w:rPr>
            </w:pPr>
          </w:p>
          <w:p w:rsidR="00ED1524" w:rsidRDefault="003A56E8">
            <w:pPr>
              <w:pStyle w:val="Default"/>
              <w:jc w:val="center"/>
              <w:rPr>
                <w:rFonts w:asciiTheme="minorHAnsi" w:hAnsiTheme="minorHAnsi"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2076450" cy="1771650"/>
                  <wp:effectExtent l="0" t="0" r="0" b="0"/>
                  <wp:docPr id="1" name="Picture 1" descr="BBH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BH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1524" w:rsidRDefault="00ED1524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40"/>
                <w:szCs w:val="40"/>
              </w:rPr>
            </w:pPr>
          </w:p>
          <w:p w:rsidR="00ED1524" w:rsidRDefault="00DA086E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40"/>
                <w:szCs w:val="40"/>
              </w:rPr>
            </w:pPr>
            <w:r>
              <w:rPr>
                <w:rFonts w:asciiTheme="minorHAnsi" w:hAnsiTheme="minorHAnsi" w:cs="Cambria"/>
                <w:color w:val="000000"/>
                <w:sz w:val="40"/>
                <w:szCs w:val="40"/>
              </w:rPr>
              <w:t>BYOD Agreement</w:t>
            </w:r>
          </w:p>
          <w:p w:rsidR="00ED1524" w:rsidRDefault="003A56E8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32"/>
                <w:szCs w:val="32"/>
              </w:rPr>
            </w:pPr>
            <w:r>
              <w:rPr>
                <w:rFonts w:asciiTheme="minorHAnsi" w:hAnsiTheme="minorHAnsi" w:cs="Cambria"/>
                <w:color w:val="000000"/>
                <w:sz w:val="32"/>
                <w:szCs w:val="32"/>
              </w:rPr>
              <w:t>E-Safety Policy</w:t>
            </w:r>
          </w:p>
          <w:p w:rsidR="00ED1524" w:rsidRDefault="003A56E8">
            <w:pPr>
              <w:pStyle w:val="Heading1"/>
              <w:jc w:val="cent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color w:val="000000"/>
                <w:sz w:val="23"/>
                <w:szCs w:val="23"/>
              </w:rPr>
              <w:t xml:space="preserve">Please complete, sign and return to the IT Support Office   </w:t>
            </w:r>
          </w:p>
          <w:p w:rsidR="00ED1524" w:rsidRDefault="00ED1524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ED1524">
        <w:trPr>
          <w:trHeight w:val="968"/>
        </w:trPr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1524" w:rsidRDefault="003A56E8">
            <w:pPr>
              <w:pStyle w:val="Head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b/>
                <w:bCs/>
                <w:i/>
                <w:iCs/>
                <w:color w:val="000000"/>
                <w:sz w:val="23"/>
                <w:szCs w:val="23"/>
              </w:rPr>
              <w:t>Name:   </w:t>
            </w:r>
          </w:p>
        </w:tc>
        <w:tc>
          <w:tcPr>
            <w:tcW w:w="4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1524" w:rsidRDefault="003A56E8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Position:   </w:t>
            </w:r>
          </w:p>
          <w:p w:rsidR="00ED1524" w:rsidRDefault="003A56E8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 xml:space="preserve">  </w:t>
            </w:r>
          </w:p>
        </w:tc>
      </w:tr>
      <w:tr w:rsidR="00ED1524">
        <w:trPr>
          <w:trHeight w:val="2404"/>
        </w:trPr>
        <w:tc>
          <w:tcPr>
            <w:tcW w:w="10213" w:type="dxa"/>
            <w:gridSpan w:val="2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ED1524" w:rsidRDefault="003A56E8">
            <w:pPr>
              <w:pStyle w:val="Head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3"/>
                <w:szCs w:val="23"/>
              </w:rPr>
              <w:t xml:space="preserve">  </w:t>
            </w:r>
          </w:p>
          <w:p w:rsidR="00ED1524" w:rsidRDefault="003A56E8">
            <w:pPr>
              <w:pStyle w:val="Header"/>
              <w:rPr>
                <w:rFonts w:asciiTheme="minorHAnsi" w:hAnsiTheme="minorHAnsi" w:cs="Cambria"/>
                <w:color w:val="000000"/>
                <w:sz w:val="23"/>
                <w:szCs w:val="23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3"/>
                <w:szCs w:val="23"/>
              </w:rPr>
              <w:t>Declaration  </w:t>
            </w:r>
          </w:p>
          <w:p w:rsidR="00ED1524" w:rsidRDefault="003A56E8">
            <w:pPr>
              <w:pStyle w:val="Head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You  must  read,  understand  and  sign  this  form  if  you  use  our  ICT  facilities  and  services. We  will  keep  the  completed  form  in  our  signed  declarations  file.  </w:t>
            </w:r>
          </w:p>
          <w:p w:rsidR="00ED1524" w:rsidRDefault="003A56E8">
            <w:pPr>
              <w:pStyle w:val="Header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  <w:p w:rsidR="00ED1524" w:rsidRDefault="003A56E8">
            <w:pPr>
              <w:pStyle w:val="Header"/>
              <w:rPr>
                <w:rFonts w:asciiTheme="minorHAnsi" w:hAnsiTheme="minorHAnsi" w:cs="Cambria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mbria"/>
                <w:b/>
                <w:bCs/>
                <w:color w:val="000000"/>
                <w:sz w:val="23"/>
                <w:szCs w:val="23"/>
              </w:rPr>
              <w:t>Declaration</w:t>
            </w:r>
            <w:r>
              <w:rPr>
                <w:rFonts w:asciiTheme="minorHAnsi" w:hAnsiTheme="minorHAnsi" w:cs="Cambria"/>
                <w:b/>
                <w:bCs/>
                <w:color w:val="000000"/>
                <w:sz w:val="20"/>
                <w:szCs w:val="20"/>
              </w:rPr>
              <w:t xml:space="preserve">  </w:t>
            </w:r>
          </w:p>
          <w:p w:rsidR="00ED1524" w:rsidRDefault="003A56E8" w:rsidP="00DA086E">
            <w:pPr>
              <w:pStyle w:val="Head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  confirm  that</w:t>
            </w:r>
            <w:r w:rsidR="00DA086E">
              <w:rPr>
                <w:rFonts w:asciiTheme="minorHAnsi" w:hAnsiTheme="minorHAnsi" w:cs="Calibri"/>
                <w:color w:val="000000"/>
                <w:sz w:val="22"/>
                <w:szCs w:val="22"/>
              </w:rPr>
              <w:t>;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 as  an  authorised  user  of  the  School’s  ICT  facilities, I  have  read,  understood  and  accepted  all of  the  conditions  in  the  E-Safety Policy and BYOD Policy.   </w:t>
            </w:r>
          </w:p>
        </w:tc>
      </w:tr>
      <w:tr w:rsidR="00ED1524">
        <w:trPr>
          <w:trHeight w:val="1088"/>
        </w:trPr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ED1524" w:rsidRDefault="003A56E8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Signed:   </w:t>
            </w:r>
          </w:p>
          <w:p w:rsidR="00ED1524" w:rsidRDefault="003A56E8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 xml:space="preserve">  </w:t>
            </w:r>
          </w:p>
        </w:tc>
        <w:tc>
          <w:tcPr>
            <w:tcW w:w="449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ED1524" w:rsidRDefault="003A56E8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 xml:space="preserve">Date:     </w:t>
            </w:r>
          </w:p>
        </w:tc>
      </w:tr>
      <w:tr w:rsidR="00ED1524">
        <w:trPr>
          <w:trHeight w:val="1093"/>
        </w:trPr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ED1524" w:rsidRDefault="003A56E8">
            <w:pPr>
              <w:pStyle w:val="Default"/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Device Description:</w:t>
            </w:r>
          </w:p>
        </w:tc>
        <w:tc>
          <w:tcPr>
            <w:tcW w:w="449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ED1524" w:rsidRDefault="003A56E8">
            <w:pPr>
              <w:pStyle w:val="Default"/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MAC Address:</w:t>
            </w:r>
          </w:p>
        </w:tc>
      </w:tr>
      <w:tr w:rsidR="00ED1524">
        <w:trPr>
          <w:trHeight w:val="1823"/>
        </w:trPr>
        <w:tc>
          <w:tcPr>
            <w:tcW w:w="571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D1524" w:rsidRDefault="003A56E8">
            <w:pPr>
              <w:pStyle w:val="Default"/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bCs/>
                <w:i/>
                <w:iCs/>
                <w:sz w:val="23"/>
                <w:szCs w:val="23"/>
              </w:rPr>
              <w:t>Notes:</w:t>
            </w:r>
          </w:p>
        </w:tc>
        <w:tc>
          <w:tcPr>
            <w:tcW w:w="4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D1524" w:rsidRDefault="00ED1524">
            <w:pPr>
              <w:tabs>
                <w:tab w:val="left" w:pos="3075"/>
              </w:tabs>
            </w:pPr>
          </w:p>
        </w:tc>
      </w:tr>
    </w:tbl>
    <w:p w:rsidR="00ED1524" w:rsidRDefault="00ED1524">
      <w:bookmarkStart w:id="0" w:name="_GoBack"/>
      <w:bookmarkEnd w:id="0"/>
    </w:p>
    <w:sectPr w:rsidR="00ED1524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844" w:rsidRDefault="00CD1844">
      <w:r>
        <w:separator/>
      </w:r>
    </w:p>
  </w:endnote>
  <w:endnote w:type="continuationSeparator" w:id="0">
    <w:p w:rsidR="00CD1844" w:rsidRDefault="00C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A3A" w:rsidRDefault="008F2A3A">
    <w:pPr>
      <w:pStyle w:val="Footer"/>
    </w:pPr>
    <w:r>
      <w:t>B</w:t>
    </w:r>
    <w:r w:rsidR="00E600C6">
      <w:t>YOD Agreement</w:t>
    </w:r>
    <w:r>
      <w:ptab w:relativeTo="margin" w:alignment="center" w:leader="none"/>
    </w:r>
    <w:r>
      <w:t>Revised 02-05-20</w:t>
    </w:r>
    <w:r>
      <w:ptab w:relativeTo="margin" w:alignment="right" w:leader="none"/>
    </w:r>
    <w:r>
      <w:t>Mr A Pritchett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844" w:rsidRDefault="00CD1844">
      <w:r>
        <w:separator/>
      </w:r>
    </w:p>
  </w:footnote>
  <w:footnote w:type="continuationSeparator" w:id="0">
    <w:p w:rsidR="00CD1844" w:rsidRDefault="00CD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524"/>
    <w:rsid w:val="0003105D"/>
    <w:rsid w:val="00065CAA"/>
    <w:rsid w:val="00133055"/>
    <w:rsid w:val="0027116D"/>
    <w:rsid w:val="003A56E8"/>
    <w:rsid w:val="008B27CF"/>
    <w:rsid w:val="008C303E"/>
    <w:rsid w:val="008F2A3A"/>
    <w:rsid w:val="00AB0AB8"/>
    <w:rsid w:val="00CD1844"/>
    <w:rsid w:val="00DA086E"/>
    <w:rsid w:val="00E600C6"/>
    <w:rsid w:val="00E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A8851E"/>
  <w15:docId w15:val="{1DBF93E7-5C15-4ADF-949D-D9F49FCE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Default"/>
    <w:next w:val="Default"/>
    <w:qFormat/>
    <w:pPr>
      <w:outlineLvl w:val="0"/>
    </w:pPr>
    <w:rPr>
      <w:rFonts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Default"/>
    <w:next w:val="Default"/>
    <w:rPr>
      <w:rFonts w:cs="Times New Roman"/>
      <w:color w:val="auto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330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107BAEE0.dotm</Template>
  <TotalTime>8</TotalTime>
  <Pages>1</Pages>
  <Words>81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Blunt;Paul Williams</dc:creator>
  <cp:lastModifiedBy>A Pritchett</cp:lastModifiedBy>
  <cp:revision>3</cp:revision>
  <cp:lastPrinted>2010-06-08T14:22:00Z</cp:lastPrinted>
  <dcterms:created xsi:type="dcterms:W3CDTF">2020-05-03T22:16:00Z</dcterms:created>
  <dcterms:modified xsi:type="dcterms:W3CDTF">2020-05-03T22:36:00Z</dcterms:modified>
</cp:coreProperties>
</file>